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000000"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07D20588" w:rsidR="00B94694" w:rsidRPr="007177DB" w:rsidRDefault="00155339" w:rsidP="007177DB">
      <w:pPr>
        <w:pStyle w:val="Pis"/>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A84D25">
        <w:rPr>
          <w:spacing w:val="0"/>
        </w:rPr>
        <w:t>lihthange</w:t>
      </w:r>
      <w:r w:rsidR="003265BD">
        <w:rPr>
          <w:spacing w:val="0"/>
        </w:rPr>
        <w:t xml:space="preserve"> </w:t>
      </w:r>
      <w:r w:rsidR="00BF1C0D" w:rsidRPr="00805F8D">
        <w:rPr>
          <w:spacing w:val="0"/>
        </w:rPr>
        <w:t>„</w:t>
      </w:r>
      <w:r w:rsidR="0005596C">
        <w:rPr>
          <w:b/>
        </w:rPr>
        <w:t>Endla metsamaja</w:t>
      </w:r>
      <w:r w:rsidR="0005596C" w:rsidRPr="00AA5A31">
        <w:rPr>
          <w:b/>
        </w:rPr>
        <w:t xml:space="preserve"> </w:t>
      </w:r>
      <w:r w:rsidR="0005596C" w:rsidRPr="00A84D25">
        <w:rPr>
          <w:b/>
        </w:rPr>
        <w:t>rekonstrueerimine</w:t>
      </w:r>
      <w:r w:rsidR="0008439E" w:rsidRPr="00A84D25">
        <w:rPr>
          <w:spacing w:val="0"/>
        </w:rPr>
        <w:t xml:space="preserve">“ </w:t>
      </w:r>
      <w:r w:rsidR="003265BD" w:rsidRPr="00A84D25">
        <w:rPr>
          <w:spacing w:val="0"/>
        </w:rPr>
        <w:t>(DHS</w:t>
      </w:r>
      <w:r w:rsidR="001950D6" w:rsidRPr="00A84D25">
        <w:rPr>
          <w:spacing w:val="0"/>
        </w:rPr>
        <w:t xml:space="preserve"> nr 1-47</w:t>
      </w:r>
      <w:r w:rsidR="00310542" w:rsidRPr="00A84D25">
        <w:rPr>
          <w:spacing w:val="0"/>
        </w:rPr>
        <w:t>/</w:t>
      </w:r>
      <w:r w:rsidR="00A84D25" w:rsidRPr="00A84D25">
        <w:rPr>
          <w:spacing w:val="0"/>
        </w:rPr>
        <w:t>3049</w:t>
      </w:r>
      <w:r w:rsidR="003265BD" w:rsidRPr="00A84D25">
        <w:rPr>
          <w:spacing w:val="0"/>
        </w:rPr>
        <w:t>,</w:t>
      </w:r>
      <w:r w:rsidR="001950D6" w:rsidRPr="00A84D25">
        <w:rPr>
          <w:spacing w:val="0"/>
        </w:rPr>
        <w:t xml:space="preserve"> (viitenumber</w:t>
      </w:r>
      <w:r w:rsidR="00A84D25" w:rsidRPr="00A84D25">
        <w:rPr>
          <w:spacing w:val="0"/>
        </w:rPr>
        <w:t xml:space="preserve"> 276334</w:t>
      </w:r>
      <w:r w:rsidR="001950D6" w:rsidRPr="00A84D25">
        <w:rPr>
          <w:spacing w:val="0"/>
        </w:rPr>
        <w:t xml:space="preserve"> ) tulemusena </w:t>
      </w:r>
      <w:r w:rsidR="00B94694" w:rsidRPr="00A84D25">
        <w:rPr>
          <w:spacing w:val="0"/>
        </w:rPr>
        <w:t>all</w:t>
      </w:r>
      <w:r w:rsidR="008D247D" w:rsidRPr="00A84D2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4B4DB8A7" w14:textId="77777777" w:rsidR="00BD3D21"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w:t>
      </w:r>
      <w:r w:rsidR="00976A83">
        <w:rPr>
          <w:spacing w:val="0"/>
        </w:rPr>
        <w:t xml:space="preserve"> Jõgeva maakond Jõgeva vald </w:t>
      </w:r>
      <w:proofErr w:type="spellStart"/>
      <w:r w:rsidR="00976A83">
        <w:rPr>
          <w:spacing w:val="0"/>
        </w:rPr>
        <w:t>Kärde</w:t>
      </w:r>
      <w:proofErr w:type="spellEnd"/>
      <w:r w:rsidR="00976A83">
        <w:rPr>
          <w:spacing w:val="0"/>
        </w:rPr>
        <w:t xml:space="preserve"> küla</w:t>
      </w:r>
    </w:p>
    <w:p w14:paraId="1D66A007" w14:textId="72F8BBE8" w:rsidR="007A2FCE" w:rsidRPr="00554433" w:rsidRDefault="00DD3F45" w:rsidP="00BD3D21">
      <w:pPr>
        <w:pStyle w:val="Loendilik"/>
        <w:ind w:left="576"/>
        <w:jc w:val="both"/>
        <w:rPr>
          <w:spacing w:val="0"/>
        </w:rPr>
      </w:pPr>
      <w:r w:rsidRPr="00554433">
        <w:rPr>
          <w:spacing w:val="0"/>
        </w:rPr>
        <w:t xml:space="preserve">kinnistu number </w:t>
      </w:r>
      <w:r w:rsidR="00BD3D21" w:rsidRPr="00BD3D21">
        <w:rPr>
          <w:spacing w:val="0"/>
        </w:rPr>
        <w:t>24801:001:1060</w:t>
      </w:r>
      <w:r w:rsidR="00BD3D21">
        <w:rPr>
          <w:spacing w:val="0"/>
        </w:rPr>
        <w:t xml:space="preserve"> </w:t>
      </w:r>
      <w:r w:rsidR="00C002C5" w:rsidRPr="00554433">
        <w:rPr>
          <w:spacing w:val="0"/>
        </w:rPr>
        <w:t xml:space="preserve">asuva </w:t>
      </w:r>
      <w:r w:rsidR="00772575">
        <w:rPr>
          <w:spacing w:val="0"/>
        </w:rPr>
        <w:t>Endla metsamaja</w:t>
      </w:r>
      <w:r w:rsidR="00B94694"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00B94694" w:rsidRPr="00554433">
        <w:rPr>
          <w:spacing w:val="0"/>
        </w:rPr>
        <w:t>epinguga kokk</w:t>
      </w:r>
      <w:r w:rsidR="00DE11EC" w:rsidRPr="00554433">
        <w:rPr>
          <w:spacing w:val="0"/>
        </w:rPr>
        <w:t xml:space="preserve">ulepitud tingimustel ja korras, </w:t>
      </w:r>
      <w:r w:rsidR="00B94694" w:rsidRPr="00554433">
        <w:rPr>
          <w:spacing w:val="0"/>
        </w:rPr>
        <w:t xml:space="preserve">edaspidi </w:t>
      </w:r>
      <w:r w:rsidR="00BF5FC2" w:rsidRPr="00810573">
        <w:rPr>
          <w:b/>
          <w:spacing w:val="0"/>
        </w:rPr>
        <w:t>t</w:t>
      </w:r>
      <w:r w:rsidR="00B94694" w:rsidRPr="00810573">
        <w:rPr>
          <w:b/>
          <w:spacing w:val="0"/>
        </w:rPr>
        <w:t>öö</w:t>
      </w:r>
      <w:r w:rsidR="00B94694"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2255AAC2" w14:textId="77777777" w:rsidR="00676A00"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33FDA8F4" w14:textId="221516DF" w:rsidR="00D353D2" w:rsidRPr="00370EBA" w:rsidRDefault="00676A00" w:rsidP="00676A00">
      <w:pPr>
        <w:pStyle w:val="Loendilik"/>
        <w:numPr>
          <w:ilvl w:val="2"/>
          <w:numId w:val="33"/>
        </w:numPr>
        <w:jc w:val="both"/>
        <w:rPr>
          <w:spacing w:val="0"/>
        </w:rPr>
      </w:pPr>
      <w:r w:rsidRPr="00676A00">
        <w:rPr>
          <w:spacing w:val="0"/>
        </w:rPr>
        <w:t>RMK Endla metsamaja puitkonstruktsioonide ekspertiis</w:t>
      </w:r>
      <w:r w:rsidR="00513DA7">
        <w:rPr>
          <w:spacing w:val="0"/>
        </w:rPr>
        <w:t xml:space="preserve"> (</w:t>
      </w:r>
      <w:r w:rsidR="00513DA7" w:rsidRPr="00513DA7">
        <w:rPr>
          <w:spacing w:val="0"/>
        </w:rPr>
        <w:t>Töö nr. RTE 263/23</w:t>
      </w:r>
      <w:r w:rsidR="00513DA7">
        <w:rPr>
          <w:spacing w:val="0"/>
        </w:rPr>
        <w:t xml:space="preserve">). </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5D556FA1"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AC0DF9">
        <w:rPr>
          <w:b/>
          <w:bCs/>
          <w:spacing w:val="0"/>
        </w:rPr>
        <w:t xml:space="preserve"> </w:t>
      </w:r>
      <w:r w:rsidR="00AC0DF9" w:rsidRPr="00AC0DF9">
        <w:rPr>
          <w:b/>
          <w:bCs/>
          <w:spacing w:val="0"/>
        </w:rPr>
        <w:t>6 kuud</w:t>
      </w:r>
      <w:r w:rsidR="00AC0DF9">
        <w:rPr>
          <w:spacing w:val="0"/>
        </w:rPr>
        <w:t xml:space="preserve"> alates lepingu sõlmimisest. </w:t>
      </w:r>
    </w:p>
    <w:p w14:paraId="60E552AF" w14:textId="36E1EDFE" w:rsidR="007177DB" w:rsidRPr="00554433" w:rsidRDefault="007177DB" w:rsidP="008627D6">
      <w:pPr>
        <w:pStyle w:val="Loendilik"/>
        <w:numPr>
          <w:ilvl w:val="1"/>
          <w:numId w:val="33"/>
        </w:numPr>
        <w:jc w:val="both"/>
        <w:rPr>
          <w:spacing w:val="0"/>
        </w:rPr>
      </w:pPr>
      <w:r>
        <w:lastRenderedPageBreak/>
        <w:t xml:space="preserve">Lepingu kehtivuse tähtaeg </w:t>
      </w:r>
      <w:r w:rsidRPr="00E3404B">
        <w:rPr>
          <w:spacing w:val="0"/>
        </w:rPr>
        <w:t>on</w:t>
      </w:r>
      <w:r>
        <w:rPr>
          <w:spacing w:val="0"/>
        </w:rPr>
        <w:t xml:space="preserve"> </w:t>
      </w:r>
      <w:r w:rsidRPr="00E3404B">
        <w:rPr>
          <w:spacing w:val="0"/>
        </w:rPr>
        <w:t xml:space="preserve"> </w:t>
      </w:r>
      <w:r w:rsidR="004E40D6">
        <w:rPr>
          <w:spacing w:val="0"/>
        </w:rPr>
        <w:t xml:space="preserve">7 kuud alates lepingu sõlmimisest.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lastRenderedPageBreak/>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w:t>
      </w:r>
      <w:r w:rsidRPr="00554433">
        <w:rPr>
          <w:spacing w:val="0"/>
        </w:rPr>
        <w:lastRenderedPageBreak/>
        <w:t xml:space="preserve">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lastRenderedPageBreak/>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oendilik"/>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lastRenderedPageBreak/>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5691F22C"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638118DC" w14:textId="067BF294" w:rsidR="00A9606E" w:rsidRDefault="00A9606E" w:rsidP="00A9606E">
      <w:pPr>
        <w:jc w:val="both"/>
        <w:rPr>
          <w:spacing w:val="0"/>
        </w:rPr>
      </w:pPr>
    </w:p>
    <w:p w14:paraId="58715803" w14:textId="61367312" w:rsidR="00356DA0" w:rsidRDefault="00356DA0" w:rsidP="00A9606E">
      <w:pPr>
        <w:jc w:val="both"/>
        <w:rPr>
          <w:spacing w:val="0"/>
        </w:rPr>
      </w:pPr>
    </w:p>
    <w:p w14:paraId="00E96524" w14:textId="77777777" w:rsidR="00855EAE" w:rsidRPr="00A9606E" w:rsidRDefault="00855EAE"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w:t>
      </w:r>
      <w:r w:rsidRPr="00554433">
        <w:rPr>
          <w:spacing w:val="0"/>
        </w:rPr>
        <w:lastRenderedPageBreak/>
        <w:t>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000000"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239E07AF" w:rsidR="00561311" w:rsidRDefault="0005596C"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000000"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495612">
                  <w:rPr>
                    <w:spacing w:val="0"/>
                  </w:rPr>
                  <w:t>[Vali sobiv]</w:t>
                </w:r>
              </w:sdtContent>
            </w:sdt>
          </w:p>
        </w:tc>
        <w:tc>
          <w:tcPr>
            <w:tcW w:w="4606" w:type="dxa"/>
          </w:tcPr>
          <w:p w14:paraId="691B1F1B" w14:textId="77777777" w:rsidR="00487EC6" w:rsidRDefault="00000000"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0F4C69">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9E149" w14:textId="77777777" w:rsidR="000F4C69" w:rsidRDefault="000F4C69">
      <w:r>
        <w:separator/>
      </w:r>
    </w:p>
  </w:endnote>
  <w:endnote w:type="continuationSeparator" w:id="0">
    <w:p w14:paraId="5E47B494" w14:textId="77777777" w:rsidR="000F4C69" w:rsidRDefault="000F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7A79" w14:textId="77777777" w:rsidR="000F4C69" w:rsidRDefault="000F4C69">
      <w:r>
        <w:separator/>
      </w:r>
    </w:p>
  </w:footnote>
  <w:footnote w:type="continuationSeparator" w:id="0">
    <w:p w14:paraId="66915990" w14:textId="77777777" w:rsidR="000F4C69" w:rsidRDefault="000F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Content>
      <w:p w14:paraId="22E409E4" w14:textId="396C583F" w:rsidR="0020776E" w:rsidRDefault="0020776E">
        <w:pPr>
          <w:pStyle w:val="Pis"/>
          <w:jc w:val="center"/>
        </w:pPr>
        <w:r>
          <w:fldChar w:fldCharType="begin"/>
        </w:r>
        <w:r>
          <w:instrText>PAGE   \* MERGEFORMAT</w:instrText>
        </w:r>
        <w:r>
          <w:fldChar w:fldCharType="separate"/>
        </w:r>
        <w:r w:rsidR="00855EAE">
          <w:rPr>
            <w:noProof/>
          </w:rPr>
          <w:t>4</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2EF08641" w14:textId="21733253" w:rsidR="0020776E" w:rsidRPr="00E70F10" w:rsidRDefault="0005596C" w:rsidP="00553153">
    <w:pPr>
      <w:pStyle w:val="Pis"/>
      <w:rPr>
        <w:b/>
      </w:rPr>
    </w:pPr>
    <w:r>
      <w:rPr>
        <w:i/>
      </w:rPr>
      <w:t>Endla</w:t>
    </w:r>
    <w:r w:rsidRPr="00AA5A31">
      <w:rPr>
        <w:i/>
      </w:rPr>
      <w:t xml:space="preserve"> metsamaja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61272208">
    <w:abstractNumId w:val="24"/>
  </w:num>
  <w:num w:numId="2" w16cid:durableId="1895235696">
    <w:abstractNumId w:val="23"/>
  </w:num>
  <w:num w:numId="3" w16cid:durableId="456265098">
    <w:abstractNumId w:val="5"/>
  </w:num>
  <w:num w:numId="4" w16cid:durableId="1599633088">
    <w:abstractNumId w:val="28"/>
  </w:num>
  <w:num w:numId="5" w16cid:durableId="258760395">
    <w:abstractNumId w:val="19"/>
  </w:num>
  <w:num w:numId="6" w16cid:durableId="50661311">
    <w:abstractNumId w:val="25"/>
  </w:num>
  <w:num w:numId="7" w16cid:durableId="596518425">
    <w:abstractNumId w:val="15"/>
  </w:num>
  <w:num w:numId="8" w16cid:durableId="455300021">
    <w:abstractNumId w:val="0"/>
  </w:num>
  <w:num w:numId="9" w16cid:durableId="2060666601">
    <w:abstractNumId w:val="22"/>
  </w:num>
  <w:num w:numId="10" w16cid:durableId="1686250315">
    <w:abstractNumId w:val="7"/>
  </w:num>
  <w:num w:numId="11" w16cid:durableId="1363090451">
    <w:abstractNumId w:val="31"/>
  </w:num>
  <w:num w:numId="12" w16cid:durableId="1817456765">
    <w:abstractNumId w:val="16"/>
  </w:num>
  <w:num w:numId="13" w16cid:durableId="1821996542">
    <w:abstractNumId w:val="11"/>
  </w:num>
  <w:num w:numId="14" w16cid:durableId="1341926353">
    <w:abstractNumId w:val="30"/>
  </w:num>
  <w:num w:numId="15" w16cid:durableId="993603098">
    <w:abstractNumId w:val="27"/>
  </w:num>
  <w:num w:numId="16" w16cid:durableId="2143691806">
    <w:abstractNumId w:val="12"/>
  </w:num>
  <w:num w:numId="17" w16cid:durableId="70082464">
    <w:abstractNumId w:val="4"/>
  </w:num>
  <w:num w:numId="18" w16cid:durableId="312565143">
    <w:abstractNumId w:val="20"/>
  </w:num>
  <w:num w:numId="19" w16cid:durableId="1633168698">
    <w:abstractNumId w:val="14"/>
  </w:num>
  <w:num w:numId="20" w16cid:durableId="495805933">
    <w:abstractNumId w:val="29"/>
  </w:num>
  <w:num w:numId="21" w16cid:durableId="803739918">
    <w:abstractNumId w:val="18"/>
  </w:num>
  <w:num w:numId="22" w16cid:durableId="75177073">
    <w:abstractNumId w:val="21"/>
  </w:num>
  <w:num w:numId="23" w16cid:durableId="996105128">
    <w:abstractNumId w:val="6"/>
  </w:num>
  <w:num w:numId="24" w16cid:durableId="939724188">
    <w:abstractNumId w:val="10"/>
  </w:num>
  <w:num w:numId="25" w16cid:durableId="1742364844">
    <w:abstractNumId w:val="1"/>
  </w:num>
  <w:num w:numId="26" w16cid:durableId="1088111475">
    <w:abstractNumId w:val="9"/>
  </w:num>
  <w:num w:numId="27" w16cid:durableId="943226458">
    <w:abstractNumId w:val="17"/>
  </w:num>
  <w:num w:numId="28" w16cid:durableId="154806074">
    <w:abstractNumId w:val="26"/>
  </w:num>
  <w:num w:numId="29" w16cid:durableId="526061171">
    <w:abstractNumId w:val="13"/>
  </w:num>
  <w:num w:numId="30" w16cid:durableId="908878541">
    <w:abstractNumId w:val="8"/>
  </w:num>
  <w:num w:numId="31" w16cid:durableId="1078752412">
    <w:abstractNumId w:val="3"/>
  </w:num>
  <w:num w:numId="32" w16cid:durableId="1978023401">
    <w:abstractNumId w:val="3"/>
  </w:num>
  <w:num w:numId="33" w16cid:durableId="1092704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5596C"/>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D2592"/>
    <w:rsid w:val="000F4C69"/>
    <w:rsid w:val="001023BF"/>
    <w:rsid w:val="0010269D"/>
    <w:rsid w:val="00107404"/>
    <w:rsid w:val="00110912"/>
    <w:rsid w:val="0013298D"/>
    <w:rsid w:val="00134E00"/>
    <w:rsid w:val="001515C2"/>
    <w:rsid w:val="00155339"/>
    <w:rsid w:val="00156025"/>
    <w:rsid w:val="00161B84"/>
    <w:rsid w:val="00164013"/>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E40D6"/>
    <w:rsid w:val="004F260C"/>
    <w:rsid w:val="005001FD"/>
    <w:rsid w:val="00505485"/>
    <w:rsid w:val="005103AC"/>
    <w:rsid w:val="00513DA7"/>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A00"/>
    <w:rsid w:val="00676BC1"/>
    <w:rsid w:val="00680884"/>
    <w:rsid w:val="00682E09"/>
    <w:rsid w:val="00687AAF"/>
    <w:rsid w:val="006925D6"/>
    <w:rsid w:val="006D2CFA"/>
    <w:rsid w:val="006D5CD2"/>
    <w:rsid w:val="006E493A"/>
    <w:rsid w:val="006F36C4"/>
    <w:rsid w:val="00701A6A"/>
    <w:rsid w:val="00713428"/>
    <w:rsid w:val="007177DB"/>
    <w:rsid w:val="00727DC2"/>
    <w:rsid w:val="00740B81"/>
    <w:rsid w:val="00742BF5"/>
    <w:rsid w:val="00747DAF"/>
    <w:rsid w:val="00764277"/>
    <w:rsid w:val="007660CE"/>
    <w:rsid w:val="00772575"/>
    <w:rsid w:val="007741C1"/>
    <w:rsid w:val="00780F2A"/>
    <w:rsid w:val="00786552"/>
    <w:rsid w:val="0079313F"/>
    <w:rsid w:val="007A139E"/>
    <w:rsid w:val="007A2FCE"/>
    <w:rsid w:val="007A541D"/>
    <w:rsid w:val="007D5605"/>
    <w:rsid w:val="0080599F"/>
    <w:rsid w:val="00805F8D"/>
    <w:rsid w:val="00810573"/>
    <w:rsid w:val="008145C3"/>
    <w:rsid w:val="00817E41"/>
    <w:rsid w:val="008235A5"/>
    <w:rsid w:val="008319DC"/>
    <w:rsid w:val="00846115"/>
    <w:rsid w:val="008518B9"/>
    <w:rsid w:val="008522D5"/>
    <w:rsid w:val="00852AE5"/>
    <w:rsid w:val="00855849"/>
    <w:rsid w:val="00855EAE"/>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46913"/>
    <w:rsid w:val="00954F57"/>
    <w:rsid w:val="009603AB"/>
    <w:rsid w:val="009620E2"/>
    <w:rsid w:val="00964A6F"/>
    <w:rsid w:val="0096739E"/>
    <w:rsid w:val="009735BF"/>
    <w:rsid w:val="00976A83"/>
    <w:rsid w:val="0099427C"/>
    <w:rsid w:val="009A4281"/>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36AF2"/>
    <w:rsid w:val="00A40C55"/>
    <w:rsid w:val="00A4356D"/>
    <w:rsid w:val="00A5157A"/>
    <w:rsid w:val="00A53A0D"/>
    <w:rsid w:val="00A74D30"/>
    <w:rsid w:val="00A834E8"/>
    <w:rsid w:val="00A84D25"/>
    <w:rsid w:val="00A95CB9"/>
    <w:rsid w:val="00A9606E"/>
    <w:rsid w:val="00AC0DF9"/>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D3D21"/>
    <w:rsid w:val="00BE19DD"/>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5E6"/>
    <w:rsid w:val="00FA6E84"/>
    <w:rsid w:val="00FB6760"/>
    <w:rsid w:val="00FC552E"/>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333B5E"/>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7CFBA-6BFB-4F9A-ACB9-47A60338F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TotalTime>
  <Pages>8</Pages>
  <Words>3972</Words>
  <Characters>23043</Characters>
  <Application>Microsoft Office Word</Application>
  <DocSecurity>0</DocSecurity>
  <Lines>192</Lines>
  <Paragraphs>53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12</cp:revision>
  <cp:lastPrinted>2012-01-19T11:15:00Z</cp:lastPrinted>
  <dcterms:created xsi:type="dcterms:W3CDTF">2024-02-29T07:34:00Z</dcterms:created>
  <dcterms:modified xsi:type="dcterms:W3CDTF">2024-02-29T07:40:00Z</dcterms:modified>
</cp:coreProperties>
</file>